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49F9F" w14:textId="77777777" w:rsidR="00BF7FE0" w:rsidRDefault="00BF7FE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0"/>
        <w:gridCol w:w="5040"/>
      </w:tblGrid>
      <w:tr w:rsidR="00C86CE5" w:rsidRPr="00AD041D" w14:paraId="14683BE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ECC8A14" w14:textId="0E383331" w:rsidR="00C86CE5" w:rsidRPr="00F51298" w:rsidRDefault="003C6CF3" w:rsidP="003C6CF3">
            <w:pPr>
              <w:ind w:left="126" w:right="126"/>
              <w:jc w:val="center"/>
              <w:rPr>
                <w:rFonts w:ascii="Arial" w:hAnsi="Arial" w:cs="Arial"/>
                <w:i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j’avais 5 ans, j’étais un petit ange parce que je jouais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à la poupée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avec mes ami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e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s et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parfois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je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jouais à la marelle</w:t>
            </w:r>
          </w:p>
        </w:tc>
        <w:tc>
          <w:tcPr>
            <w:tcW w:w="5040" w:type="dxa"/>
            <w:vAlign w:val="center"/>
          </w:tcPr>
          <w:p w14:paraId="406C438D" w14:textId="2533964B" w:rsidR="00C7263C" w:rsidRPr="00F51298" w:rsidRDefault="003C6CF3" w:rsidP="00EB73B2">
            <w:pPr>
              <w:ind w:left="126" w:right="126"/>
              <w:jc w:val="center"/>
              <w:rPr>
                <w:rFonts w:ascii="Arial" w:hAnsi="Arial" w:cs="Arial"/>
                <w:i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j’avais 5 ans, j’étais un petit ange parce que je jouais à la poupée avec mes amies et parfois je jouais à la marelle</w:t>
            </w:r>
          </w:p>
        </w:tc>
      </w:tr>
      <w:tr w:rsidR="00C86CE5" w:rsidRPr="00AD041D" w14:paraId="4F4699F8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7DCE27C3" w14:textId="644489E0" w:rsidR="00C86CE5" w:rsidRPr="00EB73B2" w:rsidRDefault="003C6CF3" w:rsidP="003C6CF3">
            <w:pPr>
              <w:ind w:left="126" w:right="126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j’avais 5 ans, j’étais un petit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diable parce que, tout le temps, je faisais des blagues et parfois je n’obéissais pas à mes parents </w:t>
            </w:r>
          </w:p>
        </w:tc>
        <w:tc>
          <w:tcPr>
            <w:tcW w:w="5040" w:type="dxa"/>
            <w:vAlign w:val="center"/>
          </w:tcPr>
          <w:p w14:paraId="68D85BCC" w14:textId="03CF390C" w:rsidR="00C86CE5" w:rsidRPr="00F51298" w:rsidRDefault="003C6CF3" w:rsidP="00C33883">
            <w:pPr>
              <w:ind w:left="126" w:right="126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j’avais 5 ans, j’étais un petit diable parce que, tout le temps, je faisais des blagues et parfois je n’obéissais pas à mes parents</w:t>
            </w:r>
          </w:p>
        </w:tc>
      </w:tr>
      <w:tr w:rsidR="00C86CE5" w:rsidRPr="00AD041D" w14:paraId="024E2E4C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28D9868" w14:textId="4D3C97C4" w:rsidR="00C86CE5" w:rsidRPr="0034238B" w:rsidRDefault="003C6CF3" w:rsidP="003C6CF3">
            <w:pPr>
              <w:ind w:left="126" w:right="126"/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j’avais 5 ans, j’étais un petit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diable parce que j’étais coquin et je ne jouais pas avec mes amis </w:t>
            </w:r>
          </w:p>
        </w:tc>
        <w:tc>
          <w:tcPr>
            <w:tcW w:w="5040" w:type="dxa"/>
            <w:vAlign w:val="center"/>
          </w:tcPr>
          <w:p w14:paraId="6D1CBB66" w14:textId="59E2F97E" w:rsidR="00C86CE5" w:rsidRPr="00C7263C" w:rsidRDefault="003C6CF3" w:rsidP="00F51298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j’avais 5 ans, j’étais un petit diable parce que j’étais coquin et je ne jouais pas avec mes amis</w:t>
            </w:r>
          </w:p>
        </w:tc>
      </w:tr>
      <w:tr w:rsidR="00C86CE5" w:rsidRPr="00AD041D" w14:paraId="19F524B3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0C52BF01" w14:textId="0B2EE061" w:rsidR="00C86CE5" w:rsidRPr="00C7263C" w:rsidRDefault="003C6CF3" w:rsidP="00F51298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j’étais jeune, j’é</w:t>
            </w:r>
            <w:r w:rsidR="004B1FEC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tais aimable. Souvent je m’amusais avec mes amis et je n’étais jamais coquin </w:t>
            </w:r>
          </w:p>
        </w:tc>
        <w:tc>
          <w:tcPr>
            <w:tcW w:w="5040" w:type="dxa"/>
            <w:vAlign w:val="center"/>
          </w:tcPr>
          <w:p w14:paraId="5D762EFA" w14:textId="0FE59023" w:rsidR="00C86CE5" w:rsidRPr="001908A6" w:rsidRDefault="004B1FEC" w:rsidP="00C7263C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j’étais jeune, j’étais aimable. Souvent je m’amusais avec mes amis et je n’étais jamais coquin</w:t>
            </w:r>
          </w:p>
        </w:tc>
      </w:tr>
      <w:tr w:rsidR="00C86CE5" w:rsidRPr="00AD041D" w14:paraId="5F3B14A0" w14:textId="77777777" w:rsidTr="008029E7">
        <w:trPr>
          <w:cantSplit/>
          <w:trHeight w:hRule="exact" w:val="2880"/>
        </w:trPr>
        <w:tc>
          <w:tcPr>
            <w:tcW w:w="5040" w:type="dxa"/>
            <w:vAlign w:val="center"/>
          </w:tcPr>
          <w:p w14:paraId="6C8DA331" w14:textId="5A6682FE" w:rsidR="00C86CE5" w:rsidRPr="00A318C5" w:rsidRDefault="004B1FEC" w:rsidP="005C2663">
            <w:pPr>
              <w:ind w:left="126" w:right="126"/>
              <w:jc w:val="center"/>
              <w:rPr>
                <w:rFonts w:ascii="Arial" w:hAnsi="Arial" w:cs="Arial"/>
                <w:i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Quand j’étais jeune, j’étais aimable. Souvent je m’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amusais avec mes amis. De temps en temps nous faisions sembla</w:t>
            </w:r>
            <w:r w:rsidR="005C2663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nt </w:t>
            </w: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 d’être une princesse/ un super héros</w:t>
            </w:r>
          </w:p>
        </w:tc>
        <w:tc>
          <w:tcPr>
            <w:tcW w:w="5040" w:type="dxa"/>
            <w:vAlign w:val="center"/>
          </w:tcPr>
          <w:p w14:paraId="36D32A15" w14:textId="36096CEF" w:rsidR="00F51298" w:rsidRDefault="004B1FEC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Quand j’étais jeune, j’étais aimable. Souvent je m’amusais avec mes amis. De temps </w:t>
            </w:r>
            <w:r w:rsidR="005C2663">
              <w:rPr>
                <w:rFonts w:ascii="Arial" w:hAnsi="Arial" w:cs="Arial"/>
                <w:b/>
                <w:sz w:val="32"/>
                <w:szCs w:val="32"/>
                <w:lang w:val="fr-FR"/>
              </w:rPr>
              <w:t xml:space="preserve">en temps nous faisions semblant 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32"/>
                <w:szCs w:val="32"/>
                <w:lang w:val="fr-FR"/>
              </w:rPr>
              <w:t>d’être une princesse/ un super héros</w:t>
            </w:r>
            <w:r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</w:t>
            </w:r>
          </w:p>
          <w:p w14:paraId="5E024B5C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1911F033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60389DF5" w14:textId="77777777" w:rsidR="00F51298" w:rsidRDefault="00F51298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55E0CE3B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2C54A326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4603A9FE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159D502A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4F191B65" w14:textId="77777777" w:rsidR="001908A6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  <w:p w14:paraId="10BA8989" w14:textId="2352D18D" w:rsidR="001908A6" w:rsidRPr="00C7263C" w:rsidRDefault="001908A6" w:rsidP="00341295">
            <w:pPr>
              <w:ind w:left="126" w:right="126"/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</w:p>
        </w:tc>
      </w:tr>
    </w:tbl>
    <w:p w14:paraId="78931F61" w14:textId="77777777" w:rsidR="000B3499" w:rsidRPr="00C86CE5" w:rsidRDefault="000B3499" w:rsidP="00C86CE5">
      <w:pPr>
        <w:jc w:val="center"/>
        <w:rPr>
          <w:rFonts w:ascii="Arial" w:hAnsi="Arial" w:cs="Arial"/>
          <w:b/>
          <w:vanish/>
          <w:sz w:val="40"/>
          <w:szCs w:val="40"/>
          <w:lang w:val="fr-FR"/>
        </w:rPr>
      </w:pPr>
    </w:p>
    <w:sectPr w:rsidR="000B3499" w:rsidRPr="00C86CE5" w:rsidSect="00C86CE5">
      <w:type w:val="continuous"/>
      <w:pgSz w:w="12240" w:h="15840"/>
      <w:pgMar w:top="720" w:right="1080" w:bottom="0" w:left="108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E7"/>
    <w:rsid w:val="00046C70"/>
    <w:rsid w:val="000609A7"/>
    <w:rsid w:val="000768CB"/>
    <w:rsid w:val="000B3499"/>
    <w:rsid w:val="00142C5E"/>
    <w:rsid w:val="001908A6"/>
    <w:rsid w:val="00200F3A"/>
    <w:rsid w:val="00295BAF"/>
    <w:rsid w:val="002A652C"/>
    <w:rsid w:val="00341295"/>
    <w:rsid w:val="0034238B"/>
    <w:rsid w:val="003C6CF3"/>
    <w:rsid w:val="003E7B98"/>
    <w:rsid w:val="003F6AD8"/>
    <w:rsid w:val="004B1FEC"/>
    <w:rsid w:val="005379DF"/>
    <w:rsid w:val="00584968"/>
    <w:rsid w:val="00594B6F"/>
    <w:rsid w:val="005C2663"/>
    <w:rsid w:val="008029E7"/>
    <w:rsid w:val="0088399B"/>
    <w:rsid w:val="0099321F"/>
    <w:rsid w:val="00997D40"/>
    <w:rsid w:val="00A318C5"/>
    <w:rsid w:val="00A40B94"/>
    <w:rsid w:val="00AD041D"/>
    <w:rsid w:val="00B168FE"/>
    <w:rsid w:val="00B95FCD"/>
    <w:rsid w:val="00BB4706"/>
    <w:rsid w:val="00BF7FE0"/>
    <w:rsid w:val="00C33883"/>
    <w:rsid w:val="00C566B9"/>
    <w:rsid w:val="00C7263C"/>
    <w:rsid w:val="00C83243"/>
    <w:rsid w:val="00C86538"/>
    <w:rsid w:val="00C86CE5"/>
    <w:rsid w:val="00CC7067"/>
    <w:rsid w:val="00CF083A"/>
    <w:rsid w:val="00E47863"/>
    <w:rsid w:val="00EB73B2"/>
    <w:rsid w:val="00F5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87AC0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58496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478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4786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I:\04%20-%20Templates\Card%20Template%20-%20B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I:\04 - Templates\Card Template - Better.dotx</Template>
  <TotalTime>8</TotalTime>
  <Pages>1</Pages>
  <Words>187</Words>
  <Characters>1072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 pas prendre la voiture</vt:lpstr>
    </vt:vector>
  </TitlesOfParts>
  <Company>FPS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pas prendre la voiture</dc:title>
  <dc:creator>EAS</dc:creator>
  <cp:lastModifiedBy>GREBERT,VIVIANE</cp:lastModifiedBy>
  <cp:revision>3</cp:revision>
  <cp:lastPrinted>2012-12-20T11:28:00Z</cp:lastPrinted>
  <dcterms:created xsi:type="dcterms:W3CDTF">2017-09-30T15:33:00Z</dcterms:created>
  <dcterms:modified xsi:type="dcterms:W3CDTF">2017-09-30T15:41:00Z</dcterms:modified>
</cp:coreProperties>
</file>